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73B" w:rsidRPr="0047453B" w:rsidRDefault="0003673B" w:rsidP="00F547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453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03673B" w:rsidRDefault="0003673B" w:rsidP="00F547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453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ежеквартальному отчету на 01.04.2017</w:t>
      </w:r>
    </w:p>
    <w:p w:rsidR="0003673B" w:rsidRPr="0047453B" w:rsidRDefault="0003673B" w:rsidP="00F547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(соглашение</w:t>
      </w:r>
    </w:p>
    <w:p w:rsidR="0003673B" w:rsidRPr="0047453B" w:rsidRDefault="0003673B" w:rsidP="00F547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453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17 февраля</w:t>
      </w:r>
      <w:r w:rsidRPr="0047453B">
        <w:rPr>
          <w:rFonts w:ascii="Times New Roman" w:hAnsi="Times New Roman" w:cs="Times New Roman"/>
          <w:sz w:val="24"/>
          <w:szCs w:val="24"/>
        </w:rPr>
        <w:t xml:space="preserve"> 2017 года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453B">
        <w:rPr>
          <w:rFonts w:ascii="Times New Roman" w:hAnsi="Times New Roman" w:cs="Times New Roman"/>
          <w:sz w:val="24"/>
          <w:szCs w:val="24"/>
        </w:rPr>
        <w:t>95/156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3673B" w:rsidRPr="0047453B" w:rsidRDefault="0003673B" w:rsidP="00F547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673B" w:rsidRDefault="0003673B" w:rsidP="00F547E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54"/>
      <w:bookmarkEnd w:id="0"/>
    </w:p>
    <w:p w:rsidR="0003673B" w:rsidRDefault="0003673B" w:rsidP="00F547E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3673B" w:rsidRPr="0047453B" w:rsidRDefault="0003673B" w:rsidP="00F547E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7453B">
        <w:rPr>
          <w:rFonts w:ascii="Times New Roman" w:hAnsi="Times New Roman" w:cs="Times New Roman"/>
          <w:sz w:val="24"/>
          <w:szCs w:val="24"/>
        </w:rPr>
        <w:t>План мероприятий ("Дорожная карта")</w:t>
      </w:r>
    </w:p>
    <w:p w:rsidR="0003673B" w:rsidRPr="0047453B" w:rsidRDefault="0003673B" w:rsidP="00F547E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7453B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</w:t>
      </w:r>
    </w:p>
    <w:p w:rsidR="0003673B" w:rsidRPr="0047453B" w:rsidRDefault="0003673B" w:rsidP="0047453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7453B">
        <w:rPr>
          <w:rFonts w:ascii="Times New Roman" w:hAnsi="Times New Roman" w:cs="Times New Roman"/>
          <w:sz w:val="24"/>
          <w:szCs w:val="24"/>
        </w:rPr>
        <w:t xml:space="preserve"> Ганьковское сельское поселение Тихвинского муниципального района Ленинградской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453B">
        <w:rPr>
          <w:rFonts w:ascii="Times New Roman" w:hAnsi="Times New Roman" w:cs="Times New Roman"/>
          <w:sz w:val="24"/>
          <w:szCs w:val="24"/>
        </w:rPr>
        <w:t>по государственной поддержке проектов местных инициатив граждан в рамках подпрограммы "Создание условий для эффективного выполнения органами местного самоуправления своих полномочий"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453B">
        <w:rPr>
          <w:rFonts w:ascii="Times New Roman" w:hAnsi="Times New Roman" w:cs="Times New Roman"/>
          <w:sz w:val="24"/>
          <w:szCs w:val="24"/>
        </w:rPr>
        <w:t>государственной программы Ленинградской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453B">
        <w:rPr>
          <w:rFonts w:ascii="Times New Roman" w:hAnsi="Times New Roman" w:cs="Times New Roman"/>
          <w:sz w:val="24"/>
          <w:szCs w:val="24"/>
        </w:rPr>
        <w:t>"Устойчивое общественное развитие в Ленинградской области"</w:t>
      </w:r>
    </w:p>
    <w:p w:rsidR="0003673B" w:rsidRPr="0047453B" w:rsidRDefault="0003673B" w:rsidP="00F547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2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144"/>
        <w:gridCol w:w="1849"/>
        <w:gridCol w:w="1555"/>
        <w:gridCol w:w="1559"/>
        <w:gridCol w:w="1870"/>
        <w:gridCol w:w="1651"/>
      </w:tblGrid>
      <w:tr w:rsidR="0003673B" w:rsidRPr="00BA0E1F" w:rsidTr="00643147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03673B" w:rsidRPr="00CB59E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B59EF">
              <w:rPr>
                <w:rFonts w:ascii="Times New Roman" w:hAnsi="Times New Roman" w:cs="Times New Roman"/>
                <w:b/>
                <w:sz w:val="20"/>
              </w:rPr>
              <w:t>Наименование мероприятия</w:t>
            </w:r>
          </w:p>
        </w:tc>
        <w:tc>
          <w:tcPr>
            <w:tcW w:w="1555" w:type="dxa"/>
          </w:tcPr>
          <w:p w:rsidR="0003673B" w:rsidRPr="00CB59E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B59EF">
              <w:rPr>
                <w:rFonts w:ascii="Times New Roman" w:hAnsi="Times New Roman" w:cs="Times New Roman"/>
                <w:b/>
                <w:sz w:val="20"/>
              </w:rPr>
              <w:t>Срок исполнения</w:t>
            </w:r>
          </w:p>
        </w:tc>
        <w:tc>
          <w:tcPr>
            <w:tcW w:w="1559" w:type="dxa"/>
          </w:tcPr>
          <w:p w:rsidR="0003673B" w:rsidRPr="00CB59E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B59EF">
              <w:rPr>
                <w:rFonts w:ascii="Times New Roman" w:hAnsi="Times New Roman" w:cs="Times New Roman"/>
                <w:b/>
                <w:sz w:val="20"/>
              </w:rPr>
              <w:t>Ответственный исполнитель</w:t>
            </w:r>
          </w:p>
        </w:tc>
        <w:tc>
          <w:tcPr>
            <w:tcW w:w="1870" w:type="dxa"/>
          </w:tcPr>
          <w:p w:rsidR="0003673B" w:rsidRPr="00CB59E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B59EF">
              <w:rPr>
                <w:rFonts w:ascii="Times New Roman" w:hAnsi="Times New Roman" w:cs="Times New Roman"/>
                <w:b/>
                <w:sz w:val="20"/>
              </w:rPr>
              <w:t xml:space="preserve">Ожидаемый </w:t>
            </w:r>
          </w:p>
          <w:p w:rsidR="0003673B" w:rsidRPr="00CB59E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B59EF">
              <w:rPr>
                <w:rFonts w:ascii="Times New Roman" w:hAnsi="Times New Roman" w:cs="Times New Roman"/>
                <w:b/>
                <w:sz w:val="20"/>
              </w:rPr>
              <w:t>результат</w:t>
            </w:r>
          </w:p>
        </w:tc>
        <w:tc>
          <w:tcPr>
            <w:tcW w:w="1651" w:type="dxa"/>
          </w:tcPr>
          <w:p w:rsidR="0003673B" w:rsidRPr="00CB59E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B59EF">
              <w:rPr>
                <w:rFonts w:ascii="Times New Roman" w:hAnsi="Times New Roman" w:cs="Times New Roman"/>
                <w:b/>
              </w:rPr>
              <w:t>Состояние исполнения</w:t>
            </w:r>
          </w:p>
        </w:tc>
      </w:tr>
      <w:tr w:rsidR="0003673B" w:rsidRPr="00BA0E1F" w:rsidTr="008239B6">
        <w:tc>
          <w:tcPr>
            <w:tcW w:w="9628" w:type="dxa"/>
            <w:gridSpan w:val="6"/>
          </w:tcPr>
          <w:p w:rsidR="0003673B" w:rsidRPr="00BA0E1F" w:rsidRDefault="0003673B" w:rsidP="00474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47453B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мероприятий муниципальной программы "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«Создание условий для </w:t>
            </w:r>
            <w:r w:rsidRPr="0047453B">
              <w:rPr>
                <w:rFonts w:ascii="Times New Roman" w:hAnsi="Times New Roman" w:cs="Times New Roman"/>
                <w:b/>
                <w:sz w:val="24"/>
                <w:szCs w:val="24"/>
              </w:rPr>
              <w:t>эффективного выполнения органами местного самоуправления своих полномочий на территории Ганьковского сельского поселения»</w:t>
            </w:r>
          </w:p>
        </w:tc>
      </w:tr>
      <w:tr w:rsidR="0003673B" w:rsidRPr="00BA0E1F" w:rsidTr="008239B6">
        <w:tc>
          <w:tcPr>
            <w:tcW w:w="0" w:type="auto"/>
          </w:tcPr>
          <w:p w:rsidR="0003673B" w:rsidRPr="0047453B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3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204" w:type="dxa"/>
            <w:gridSpan w:val="5"/>
          </w:tcPr>
          <w:p w:rsidR="0003673B" w:rsidRPr="0047453B" w:rsidRDefault="0003673B" w:rsidP="00F808F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Приобретение и установка емкости искусственного пожарного водоема в д. Новая Усть-Капша</w:t>
            </w:r>
          </w:p>
        </w:tc>
      </w:tr>
      <w:tr w:rsidR="0003673B" w:rsidRPr="00BA0E1F" w:rsidTr="00643147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555" w:type="dxa"/>
          </w:tcPr>
          <w:p w:rsidR="0003673B" w:rsidRPr="00BA0E1F" w:rsidRDefault="0003673B" w:rsidP="00474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 квартал</w:t>
            </w:r>
          </w:p>
          <w:p w:rsidR="0003673B" w:rsidRPr="00BA0E1F" w:rsidRDefault="0003673B" w:rsidP="00474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474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Администрация Ганьковского сельского поселения</w:t>
            </w:r>
          </w:p>
        </w:tc>
        <w:tc>
          <w:tcPr>
            <w:tcW w:w="1870" w:type="dxa"/>
          </w:tcPr>
          <w:p w:rsidR="0003673B" w:rsidRPr="00BA0E1F" w:rsidRDefault="0003673B" w:rsidP="00474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Заключение муниципального контракта</w:t>
            </w:r>
          </w:p>
        </w:tc>
        <w:tc>
          <w:tcPr>
            <w:tcW w:w="1651" w:type="dxa"/>
          </w:tcPr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 квартал</w:t>
            </w:r>
          </w:p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</w:tr>
      <w:tr w:rsidR="0003673B" w:rsidRPr="00BA0E1F" w:rsidTr="00643147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Выполнение п</w:t>
            </w:r>
            <w:r w:rsidRPr="00BA0E1F">
              <w:rPr>
                <w:rFonts w:ascii="Times New Roman" w:hAnsi="Times New Roman" w:cs="Times New Roman"/>
                <w:sz w:val="20"/>
              </w:rPr>
              <w:t>риобретение и установка емкости искусственного пожарного водоема в д. Новая Усть-Капша</w:t>
            </w:r>
          </w:p>
        </w:tc>
        <w:tc>
          <w:tcPr>
            <w:tcW w:w="1555" w:type="dxa"/>
          </w:tcPr>
          <w:p w:rsidR="0003673B" w:rsidRPr="00BA0E1F" w:rsidRDefault="0003673B" w:rsidP="00474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2-3 квартал </w:t>
            </w:r>
          </w:p>
          <w:p w:rsidR="0003673B" w:rsidRPr="00BA0E1F" w:rsidRDefault="0003673B" w:rsidP="00474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474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Подрядная организация</w:t>
            </w:r>
          </w:p>
        </w:tc>
        <w:tc>
          <w:tcPr>
            <w:tcW w:w="1870" w:type="dxa"/>
          </w:tcPr>
          <w:p w:rsidR="0003673B" w:rsidRPr="00BA0E1F" w:rsidRDefault="0003673B" w:rsidP="00474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Приобретена и установлена емкость искусственного пожарного водоема в д. Новая Усть-Капша</w:t>
            </w:r>
          </w:p>
        </w:tc>
        <w:tc>
          <w:tcPr>
            <w:tcW w:w="1651" w:type="dxa"/>
          </w:tcPr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2-3 квартал </w:t>
            </w:r>
          </w:p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</w:tr>
      <w:tr w:rsidR="0003673B" w:rsidRPr="00BA0E1F" w:rsidTr="00643147">
        <w:tc>
          <w:tcPr>
            <w:tcW w:w="0" w:type="auto"/>
          </w:tcPr>
          <w:p w:rsidR="0003673B" w:rsidRPr="00643147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0" w:type="auto"/>
          </w:tcPr>
          <w:p w:rsidR="0003673B" w:rsidRPr="00643147" w:rsidRDefault="0003673B" w:rsidP="00F808F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555" w:type="dxa"/>
          </w:tcPr>
          <w:p w:rsidR="0003673B" w:rsidRPr="00643147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 xml:space="preserve">3 квартал </w:t>
            </w:r>
          </w:p>
          <w:p w:rsidR="0003673B" w:rsidRPr="00643147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643147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>Администрация Ганьковского сельского поселения</w:t>
            </w:r>
          </w:p>
        </w:tc>
        <w:tc>
          <w:tcPr>
            <w:tcW w:w="1870" w:type="dxa"/>
          </w:tcPr>
          <w:p w:rsidR="0003673B" w:rsidRPr="00643147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>Акт приема-передачи объекта заказчику подрядчиком</w:t>
            </w:r>
          </w:p>
        </w:tc>
        <w:tc>
          <w:tcPr>
            <w:tcW w:w="1651" w:type="dxa"/>
          </w:tcPr>
          <w:p w:rsidR="0003673B" w:rsidRDefault="0003673B" w:rsidP="006431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>В сроки, предусмотренные муниципальным</w:t>
            </w:r>
          </w:p>
          <w:p w:rsidR="0003673B" w:rsidRPr="00BA0E1F" w:rsidRDefault="0003673B" w:rsidP="006431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контрактом</w:t>
            </w:r>
          </w:p>
        </w:tc>
      </w:tr>
      <w:tr w:rsidR="0003673B" w:rsidRPr="00BA0E1F" w:rsidTr="009136F6">
        <w:tc>
          <w:tcPr>
            <w:tcW w:w="0" w:type="auto"/>
          </w:tcPr>
          <w:p w:rsidR="0003673B" w:rsidRPr="00CA39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91F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9204" w:type="dxa"/>
            <w:gridSpan w:val="5"/>
          </w:tcPr>
          <w:p w:rsidR="0003673B" w:rsidRPr="00BA0E1F" w:rsidRDefault="0003673B" w:rsidP="00CB59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39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Ограждение детской площадки в пос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A39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.Мехбаза</w:t>
            </w:r>
          </w:p>
        </w:tc>
      </w:tr>
      <w:tr w:rsidR="0003673B" w:rsidRPr="00BA0E1F" w:rsidTr="00643147">
        <w:tc>
          <w:tcPr>
            <w:tcW w:w="0" w:type="auto"/>
          </w:tcPr>
          <w:p w:rsidR="0003673B" w:rsidRPr="00BA0E1F" w:rsidRDefault="0003673B" w:rsidP="005014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0" w:type="auto"/>
          </w:tcPr>
          <w:p w:rsidR="0003673B" w:rsidRPr="00BA0E1F" w:rsidRDefault="0003673B" w:rsidP="005014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555" w:type="dxa"/>
          </w:tcPr>
          <w:p w:rsidR="0003673B" w:rsidRPr="00BA0E1F" w:rsidRDefault="0003673B" w:rsidP="00474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3 квартал </w:t>
            </w:r>
          </w:p>
          <w:p w:rsidR="0003673B" w:rsidRPr="00BA0E1F" w:rsidRDefault="0003673B" w:rsidP="00474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474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Администрация Ганьковского сельского поселения</w:t>
            </w:r>
          </w:p>
        </w:tc>
        <w:tc>
          <w:tcPr>
            <w:tcW w:w="1870" w:type="dxa"/>
          </w:tcPr>
          <w:p w:rsidR="0003673B" w:rsidRPr="00BA0E1F" w:rsidRDefault="0003673B" w:rsidP="00474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Акт приема-передачи объекта заказчику подрядчиком</w:t>
            </w:r>
          </w:p>
        </w:tc>
        <w:tc>
          <w:tcPr>
            <w:tcW w:w="1651" w:type="dxa"/>
          </w:tcPr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3 квартал </w:t>
            </w:r>
          </w:p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</w:tr>
      <w:tr w:rsidR="0003673B" w:rsidRPr="00BA0E1F" w:rsidTr="00643147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Заключение муниципального контракта на выполнение работ</w:t>
            </w:r>
          </w:p>
        </w:tc>
        <w:tc>
          <w:tcPr>
            <w:tcW w:w="1555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 квартал </w:t>
            </w:r>
          </w:p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Администрация Ганьковского сельского поселения</w:t>
            </w:r>
          </w:p>
        </w:tc>
        <w:tc>
          <w:tcPr>
            <w:tcW w:w="1870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Заключение муниципального контракта</w:t>
            </w:r>
          </w:p>
        </w:tc>
        <w:tc>
          <w:tcPr>
            <w:tcW w:w="1651" w:type="dxa"/>
          </w:tcPr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 квартал </w:t>
            </w:r>
          </w:p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</w:tr>
      <w:tr w:rsidR="0003673B" w:rsidRPr="00BA0E1F" w:rsidTr="00643147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2.2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Выполнение работ по ограждению детской площадки в пос.Мехбаза</w:t>
            </w:r>
          </w:p>
        </w:tc>
        <w:tc>
          <w:tcPr>
            <w:tcW w:w="1555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2-3 квартал </w:t>
            </w:r>
          </w:p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Подрядная организация</w:t>
            </w:r>
          </w:p>
        </w:tc>
        <w:tc>
          <w:tcPr>
            <w:tcW w:w="1870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Ограждена детская площадка в пос. Мехбаза</w:t>
            </w:r>
          </w:p>
        </w:tc>
        <w:tc>
          <w:tcPr>
            <w:tcW w:w="1651" w:type="dxa"/>
          </w:tcPr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2-3 квартал </w:t>
            </w:r>
          </w:p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</w:tr>
      <w:tr w:rsidR="0003673B" w:rsidRPr="00BA0E1F" w:rsidTr="00643147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2.3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555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3 квартал </w:t>
            </w:r>
          </w:p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Администрация Ганьковского сельского поселения</w:t>
            </w:r>
          </w:p>
        </w:tc>
        <w:tc>
          <w:tcPr>
            <w:tcW w:w="1870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Акт приема-передачи объекта заказчику подрядчиком</w:t>
            </w:r>
          </w:p>
        </w:tc>
        <w:tc>
          <w:tcPr>
            <w:tcW w:w="1651" w:type="dxa"/>
          </w:tcPr>
          <w:p w:rsidR="0003673B" w:rsidRDefault="0003673B" w:rsidP="006431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>В сроки, предусмотренные муниципальным</w:t>
            </w:r>
          </w:p>
          <w:p w:rsidR="0003673B" w:rsidRPr="00BA0E1F" w:rsidRDefault="0003673B" w:rsidP="006431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контрактом</w:t>
            </w:r>
          </w:p>
        </w:tc>
      </w:tr>
      <w:tr w:rsidR="0003673B" w:rsidRPr="00BA0E1F" w:rsidTr="00E04B97">
        <w:tc>
          <w:tcPr>
            <w:tcW w:w="0" w:type="auto"/>
          </w:tcPr>
          <w:p w:rsidR="0003673B" w:rsidRPr="00CA39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91F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9204" w:type="dxa"/>
            <w:gridSpan w:val="5"/>
          </w:tcPr>
          <w:p w:rsidR="0003673B" w:rsidRPr="00BA0E1F" w:rsidRDefault="0003673B" w:rsidP="00CB59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39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Благоустройство территории обелиска в пос.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A39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Мехбаза</w:t>
            </w:r>
          </w:p>
        </w:tc>
      </w:tr>
      <w:tr w:rsidR="0003673B" w:rsidRPr="00BA0E1F" w:rsidTr="00643147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3.1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Заключение договора</w:t>
            </w:r>
          </w:p>
        </w:tc>
        <w:tc>
          <w:tcPr>
            <w:tcW w:w="1555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 квартал </w:t>
            </w:r>
          </w:p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Администрация Ганьковского сельского поселения</w:t>
            </w:r>
          </w:p>
        </w:tc>
        <w:tc>
          <w:tcPr>
            <w:tcW w:w="1870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Заключение </w:t>
            </w:r>
          </w:p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договора</w:t>
            </w:r>
          </w:p>
        </w:tc>
        <w:tc>
          <w:tcPr>
            <w:tcW w:w="1651" w:type="dxa"/>
          </w:tcPr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 квартал </w:t>
            </w:r>
          </w:p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</w:tr>
      <w:tr w:rsidR="0003673B" w:rsidRPr="00BA0E1F" w:rsidTr="00643147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3.2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Выполнение работ по благоустройству территории обелиска в пос. Мехбаза</w:t>
            </w:r>
          </w:p>
        </w:tc>
        <w:tc>
          <w:tcPr>
            <w:tcW w:w="1555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2-3 квартал </w:t>
            </w:r>
          </w:p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Подрядная организация</w:t>
            </w:r>
          </w:p>
        </w:tc>
        <w:tc>
          <w:tcPr>
            <w:tcW w:w="1870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Благоустроена территории обелиска в пос. Мехбаза</w:t>
            </w:r>
          </w:p>
        </w:tc>
        <w:tc>
          <w:tcPr>
            <w:tcW w:w="1651" w:type="dxa"/>
          </w:tcPr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2-3 квартал </w:t>
            </w:r>
          </w:p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</w:tr>
      <w:tr w:rsidR="0003673B" w:rsidRPr="00BA0E1F" w:rsidTr="00643147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3.3</w:t>
            </w:r>
          </w:p>
        </w:tc>
        <w:tc>
          <w:tcPr>
            <w:tcW w:w="0" w:type="auto"/>
          </w:tcPr>
          <w:p w:rsidR="0003673B" w:rsidRPr="00BA0E1F" w:rsidRDefault="0003673B" w:rsidP="005014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Приемка объекта в порядке, установленном договором</w:t>
            </w:r>
          </w:p>
        </w:tc>
        <w:tc>
          <w:tcPr>
            <w:tcW w:w="1555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3 квартал </w:t>
            </w:r>
          </w:p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Администрация Ганьковского сельского поселения</w:t>
            </w:r>
          </w:p>
        </w:tc>
        <w:tc>
          <w:tcPr>
            <w:tcW w:w="1870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Акт приема-передачи объекта заказчику подрядчиком</w:t>
            </w:r>
          </w:p>
        </w:tc>
        <w:tc>
          <w:tcPr>
            <w:tcW w:w="1651" w:type="dxa"/>
          </w:tcPr>
          <w:p w:rsidR="0003673B" w:rsidRDefault="0003673B" w:rsidP="006431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>В сроки, предусмотренные муниципальным</w:t>
            </w:r>
          </w:p>
          <w:p w:rsidR="0003673B" w:rsidRPr="00BA0E1F" w:rsidRDefault="0003673B" w:rsidP="006431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контрактом</w:t>
            </w:r>
          </w:p>
        </w:tc>
      </w:tr>
      <w:tr w:rsidR="0003673B" w:rsidRPr="00BA0E1F" w:rsidTr="007F2B3B">
        <w:tc>
          <w:tcPr>
            <w:tcW w:w="0" w:type="auto"/>
          </w:tcPr>
          <w:p w:rsidR="0003673B" w:rsidRPr="00CB59E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B59EF">
              <w:rPr>
                <w:rFonts w:ascii="Times New Roman" w:hAnsi="Times New Roman" w:cs="Times New Roman"/>
                <w:b/>
                <w:sz w:val="20"/>
              </w:rPr>
              <w:t>4.</w:t>
            </w:r>
          </w:p>
        </w:tc>
        <w:tc>
          <w:tcPr>
            <w:tcW w:w="9204" w:type="dxa"/>
            <w:gridSpan w:val="5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Приобретение и установка дополнительного оборудования детской площадки в пос.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Мехбаза</w:t>
            </w:r>
          </w:p>
        </w:tc>
      </w:tr>
      <w:tr w:rsidR="0003673B" w:rsidRPr="00BA0E1F" w:rsidTr="00643147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4.1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Заключение муниципального контракта на выполнение работ</w:t>
            </w:r>
          </w:p>
        </w:tc>
        <w:tc>
          <w:tcPr>
            <w:tcW w:w="155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Администрация Ганьковского сельского поселения</w:t>
            </w:r>
          </w:p>
        </w:tc>
        <w:tc>
          <w:tcPr>
            <w:tcW w:w="1870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Заключение муниципального контракта</w:t>
            </w:r>
          </w:p>
        </w:tc>
        <w:tc>
          <w:tcPr>
            <w:tcW w:w="1651" w:type="dxa"/>
          </w:tcPr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 квартал </w:t>
            </w:r>
          </w:p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</w:tr>
      <w:tr w:rsidR="0003673B" w:rsidRPr="00BA0E1F" w:rsidTr="00643147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4.2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Выполнение работ по приобретению и установки дополнительного оборудования детской площадки в пос.Мехбаза</w:t>
            </w:r>
          </w:p>
        </w:tc>
        <w:tc>
          <w:tcPr>
            <w:tcW w:w="155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2-3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Подрядная организация</w:t>
            </w:r>
          </w:p>
        </w:tc>
        <w:tc>
          <w:tcPr>
            <w:tcW w:w="1870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Приобретено и установлено дополнительное оборудование детской площадки в пос. Мехбаза</w:t>
            </w:r>
          </w:p>
        </w:tc>
        <w:tc>
          <w:tcPr>
            <w:tcW w:w="1651" w:type="dxa"/>
          </w:tcPr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2-3 квартал </w:t>
            </w:r>
          </w:p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</w:tr>
      <w:tr w:rsidR="0003673B" w:rsidRPr="00BA0E1F" w:rsidTr="00643147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4.3</w:t>
            </w:r>
          </w:p>
        </w:tc>
        <w:tc>
          <w:tcPr>
            <w:tcW w:w="0" w:type="auto"/>
          </w:tcPr>
          <w:p w:rsidR="0003673B" w:rsidRPr="00BA0E1F" w:rsidRDefault="0003673B" w:rsidP="005014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55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3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Администрация Ганьковского сельского поселения</w:t>
            </w:r>
          </w:p>
        </w:tc>
        <w:tc>
          <w:tcPr>
            <w:tcW w:w="1870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Акт приема-передачи объекта заказчику подрядчиком</w:t>
            </w:r>
          </w:p>
        </w:tc>
        <w:tc>
          <w:tcPr>
            <w:tcW w:w="1651" w:type="dxa"/>
          </w:tcPr>
          <w:p w:rsidR="0003673B" w:rsidRDefault="0003673B" w:rsidP="006431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>В сроки, предусмотренные муниципальным</w:t>
            </w:r>
          </w:p>
          <w:p w:rsidR="0003673B" w:rsidRPr="00BA0E1F" w:rsidRDefault="0003673B" w:rsidP="006431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контрактом</w:t>
            </w:r>
          </w:p>
        </w:tc>
      </w:tr>
      <w:tr w:rsidR="0003673B" w:rsidRPr="00BA0E1F" w:rsidTr="0028573D">
        <w:tc>
          <w:tcPr>
            <w:tcW w:w="0" w:type="auto"/>
          </w:tcPr>
          <w:p w:rsidR="0003673B" w:rsidRPr="003872E2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2E2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9204" w:type="dxa"/>
            <w:gridSpan w:val="5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Ремонт участка дороги общего пользования местного значение в д.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Усть-Капша ул.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Деревенская</w:t>
            </w:r>
          </w:p>
        </w:tc>
      </w:tr>
      <w:tr w:rsidR="0003673B" w:rsidRPr="00BA0E1F" w:rsidTr="00643147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5.1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55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Администрация Ганьковского сельского поселения</w:t>
            </w:r>
          </w:p>
        </w:tc>
        <w:tc>
          <w:tcPr>
            <w:tcW w:w="1870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Заключение муниципального контракта</w:t>
            </w:r>
          </w:p>
        </w:tc>
        <w:tc>
          <w:tcPr>
            <w:tcW w:w="1651" w:type="dxa"/>
          </w:tcPr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 квартал </w:t>
            </w:r>
          </w:p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</w:tr>
      <w:tr w:rsidR="0003673B" w:rsidRPr="00BA0E1F" w:rsidTr="00643147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5.2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Выполнение работ по ремонту участка дороги общего пользования местного значение в д.Усть-Капша ул.Деревенская</w:t>
            </w:r>
          </w:p>
        </w:tc>
        <w:tc>
          <w:tcPr>
            <w:tcW w:w="155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2-3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Подрядная организация</w:t>
            </w:r>
          </w:p>
        </w:tc>
        <w:tc>
          <w:tcPr>
            <w:tcW w:w="1870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Выполнение работ по ремонту участка дороги общего пользования местного значение в д.Усть-Капша ул.Деревенская</w:t>
            </w:r>
          </w:p>
        </w:tc>
        <w:tc>
          <w:tcPr>
            <w:tcW w:w="1651" w:type="dxa"/>
          </w:tcPr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2-3 квартал </w:t>
            </w:r>
          </w:p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</w:tr>
      <w:tr w:rsidR="0003673B" w:rsidRPr="00BA0E1F" w:rsidTr="00643147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5.3</w:t>
            </w:r>
          </w:p>
        </w:tc>
        <w:tc>
          <w:tcPr>
            <w:tcW w:w="0" w:type="auto"/>
          </w:tcPr>
          <w:p w:rsidR="0003673B" w:rsidRPr="00BA0E1F" w:rsidRDefault="0003673B" w:rsidP="005014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55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3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Администрация Ганьковского сельского поселения</w:t>
            </w:r>
          </w:p>
        </w:tc>
        <w:tc>
          <w:tcPr>
            <w:tcW w:w="1870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Акт приема-передачи объекта заказчику подрядчиком</w:t>
            </w:r>
          </w:p>
        </w:tc>
        <w:tc>
          <w:tcPr>
            <w:tcW w:w="1651" w:type="dxa"/>
          </w:tcPr>
          <w:p w:rsidR="0003673B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>В сроки, предусмотренные муниципальным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контрактом</w:t>
            </w:r>
          </w:p>
        </w:tc>
      </w:tr>
      <w:tr w:rsidR="0003673B" w:rsidRPr="00BA0E1F" w:rsidTr="00C03573">
        <w:tc>
          <w:tcPr>
            <w:tcW w:w="0" w:type="auto"/>
          </w:tcPr>
          <w:p w:rsidR="0003673B" w:rsidRPr="003872E2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2E2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9204" w:type="dxa"/>
            <w:gridSpan w:val="5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Приобретение материалов, оборудование и установка уличного освещения в населенных пунктах: д.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Усть-Капша, д.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Михалево, д.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Еремина Гора</w:t>
            </w:r>
          </w:p>
        </w:tc>
      </w:tr>
      <w:tr w:rsidR="0003673B" w:rsidRPr="00BA0E1F" w:rsidTr="00643147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6.1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Заключение муниципального контракта на выполнение работ</w:t>
            </w:r>
          </w:p>
        </w:tc>
        <w:tc>
          <w:tcPr>
            <w:tcW w:w="155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Администрация Ганьковского сельского поселения</w:t>
            </w:r>
          </w:p>
        </w:tc>
        <w:tc>
          <w:tcPr>
            <w:tcW w:w="1870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Заключение муниципального контракта</w:t>
            </w:r>
          </w:p>
        </w:tc>
        <w:tc>
          <w:tcPr>
            <w:tcW w:w="1651" w:type="dxa"/>
          </w:tcPr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 квартал </w:t>
            </w:r>
          </w:p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</w:tr>
      <w:tr w:rsidR="0003673B" w:rsidRPr="00BA0E1F" w:rsidTr="00643147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6.2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Выполнение работ по приобретению материалов, оборудованию и установке уличного освещения в населенных пунктах: д. Усть-Капша, д. Михалево, д. Еремина Гора</w:t>
            </w:r>
          </w:p>
        </w:tc>
        <w:tc>
          <w:tcPr>
            <w:tcW w:w="155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2-3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Подрядная организация</w:t>
            </w:r>
          </w:p>
        </w:tc>
        <w:tc>
          <w:tcPr>
            <w:tcW w:w="1870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Приобретены материалы, оборудовано и устроено уличное освещение в населенных пунктах: д. Усть-Капша, д. Михалево, д. Еремина Гора</w:t>
            </w:r>
          </w:p>
        </w:tc>
        <w:tc>
          <w:tcPr>
            <w:tcW w:w="1651" w:type="dxa"/>
          </w:tcPr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2-3 квартал </w:t>
            </w:r>
          </w:p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</w:tr>
      <w:tr w:rsidR="0003673B" w:rsidRPr="00BA0E1F" w:rsidTr="00643147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6.3</w:t>
            </w:r>
          </w:p>
        </w:tc>
        <w:tc>
          <w:tcPr>
            <w:tcW w:w="0" w:type="auto"/>
          </w:tcPr>
          <w:p w:rsidR="0003673B" w:rsidRPr="00BA0E1F" w:rsidRDefault="0003673B" w:rsidP="005014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55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3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Администрация Ганьковского сельского поселения</w:t>
            </w:r>
          </w:p>
        </w:tc>
        <w:tc>
          <w:tcPr>
            <w:tcW w:w="1870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Акт приема-передачи объекта заказчику подрядчиком</w:t>
            </w:r>
          </w:p>
        </w:tc>
        <w:tc>
          <w:tcPr>
            <w:tcW w:w="1651" w:type="dxa"/>
          </w:tcPr>
          <w:p w:rsidR="0003673B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>В сроки, предусмотренные муниципальным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контрактом</w:t>
            </w:r>
          </w:p>
        </w:tc>
      </w:tr>
      <w:tr w:rsidR="0003673B" w:rsidRPr="00BA0E1F" w:rsidTr="00431373">
        <w:tc>
          <w:tcPr>
            <w:tcW w:w="0" w:type="auto"/>
          </w:tcPr>
          <w:p w:rsidR="0003673B" w:rsidRPr="003872E2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2E2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9204" w:type="dxa"/>
            <w:gridSpan w:val="5"/>
          </w:tcPr>
          <w:p w:rsidR="0003673B" w:rsidRPr="003872E2" w:rsidRDefault="0003673B" w:rsidP="00F808F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Ремонт участка дороги общего пользования местного значение в д.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Наволок ул.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Центральная</w:t>
            </w:r>
          </w:p>
        </w:tc>
      </w:tr>
      <w:tr w:rsidR="0003673B" w:rsidRPr="00BA0E1F" w:rsidTr="00643147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7.1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55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Администрация Ганьковского сельского поселения</w:t>
            </w:r>
          </w:p>
        </w:tc>
        <w:tc>
          <w:tcPr>
            <w:tcW w:w="1870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Заключение муниципального контракта</w:t>
            </w:r>
          </w:p>
        </w:tc>
        <w:tc>
          <w:tcPr>
            <w:tcW w:w="1651" w:type="dxa"/>
          </w:tcPr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 квартал </w:t>
            </w:r>
          </w:p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</w:tr>
      <w:tr w:rsidR="0003673B" w:rsidRPr="00BA0E1F" w:rsidTr="00643147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7.2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Выполнение работ по ремонту участка дороги общего пользования местного значение в д.Наволок ул.Центральная</w:t>
            </w:r>
          </w:p>
        </w:tc>
        <w:tc>
          <w:tcPr>
            <w:tcW w:w="155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2-3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Подрядная организация</w:t>
            </w:r>
          </w:p>
        </w:tc>
        <w:tc>
          <w:tcPr>
            <w:tcW w:w="1870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Отремонтирован участок дороги общего пользования местного значения в д. Наволок ул. Центральная</w:t>
            </w:r>
          </w:p>
        </w:tc>
        <w:tc>
          <w:tcPr>
            <w:tcW w:w="1651" w:type="dxa"/>
          </w:tcPr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2-3 квартал </w:t>
            </w:r>
          </w:p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</w:tr>
      <w:tr w:rsidR="0003673B" w:rsidRPr="00BA0E1F" w:rsidTr="00643147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7.3</w:t>
            </w:r>
          </w:p>
        </w:tc>
        <w:tc>
          <w:tcPr>
            <w:tcW w:w="0" w:type="auto"/>
          </w:tcPr>
          <w:p w:rsidR="0003673B" w:rsidRPr="00BA0E1F" w:rsidRDefault="0003673B" w:rsidP="005014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55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3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Администрация Ганьковского сельского поселения</w:t>
            </w:r>
          </w:p>
        </w:tc>
        <w:tc>
          <w:tcPr>
            <w:tcW w:w="1870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Акт приема-передачи объекта заказчику подрядчиком</w:t>
            </w:r>
          </w:p>
        </w:tc>
        <w:tc>
          <w:tcPr>
            <w:tcW w:w="1651" w:type="dxa"/>
          </w:tcPr>
          <w:p w:rsidR="0003673B" w:rsidRPr="00643147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>В сроки, предусмотренные муниципальным контрактом</w:t>
            </w:r>
          </w:p>
        </w:tc>
      </w:tr>
      <w:tr w:rsidR="0003673B" w:rsidRPr="00BA0E1F" w:rsidTr="00ED50D6">
        <w:tc>
          <w:tcPr>
            <w:tcW w:w="9628" w:type="dxa"/>
            <w:gridSpan w:val="6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2E2">
              <w:rPr>
                <w:rFonts w:ascii="Times New Roman" w:hAnsi="Times New Roman" w:cs="Times New Roman"/>
                <w:b/>
                <w:sz w:val="24"/>
                <w:szCs w:val="24"/>
              </w:rPr>
              <w:t>II. Контроль за реализацией муниципальной программы</w:t>
            </w:r>
          </w:p>
        </w:tc>
      </w:tr>
      <w:tr w:rsidR="0003673B" w:rsidRPr="00BA0E1F" w:rsidTr="001A3A9E">
        <w:tc>
          <w:tcPr>
            <w:tcW w:w="0" w:type="auto"/>
          </w:tcPr>
          <w:p w:rsidR="0003673B" w:rsidRPr="0047453B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5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204" w:type="dxa"/>
            <w:gridSpan w:val="5"/>
          </w:tcPr>
          <w:p w:rsidR="0003673B" w:rsidRPr="0047453B" w:rsidRDefault="0003673B" w:rsidP="00F808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53B"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муниципальной программы, в том числе:</w:t>
            </w:r>
          </w:p>
        </w:tc>
      </w:tr>
      <w:tr w:rsidR="0003673B" w:rsidRPr="00BA0E1F" w:rsidTr="00643147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приемка и оплата выполненных работ</w:t>
            </w:r>
          </w:p>
        </w:tc>
        <w:tc>
          <w:tcPr>
            <w:tcW w:w="155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В течение периода действия муниципального контракта</w:t>
            </w:r>
          </w:p>
        </w:tc>
        <w:tc>
          <w:tcPr>
            <w:tcW w:w="155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Администрация Ганьковского сельского поселения</w:t>
            </w:r>
          </w:p>
        </w:tc>
        <w:tc>
          <w:tcPr>
            <w:tcW w:w="1870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Выполнение муниципального контракта</w:t>
            </w:r>
          </w:p>
        </w:tc>
        <w:tc>
          <w:tcPr>
            <w:tcW w:w="1651" w:type="dxa"/>
          </w:tcPr>
          <w:p w:rsidR="0003673B" w:rsidRPr="008304A6" w:rsidRDefault="0003673B" w:rsidP="00F80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04A6">
              <w:rPr>
                <w:rFonts w:ascii="Times New Roman" w:hAnsi="Times New Roman"/>
                <w:sz w:val="20"/>
                <w:szCs w:val="20"/>
              </w:rPr>
              <w:t xml:space="preserve">В течение периода действия муниципального контракта </w:t>
            </w:r>
          </w:p>
        </w:tc>
      </w:tr>
      <w:tr w:rsidR="0003673B" w:rsidRPr="00BA0E1F" w:rsidTr="00643147">
        <w:tc>
          <w:tcPr>
            <w:tcW w:w="0" w:type="auto"/>
          </w:tcPr>
          <w:p w:rsidR="0003673B" w:rsidRPr="00BA0E1F" w:rsidRDefault="0003673B" w:rsidP="00AF49D3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0E1F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0" w:type="auto"/>
          </w:tcPr>
          <w:p w:rsidR="0003673B" w:rsidRPr="00BA0E1F" w:rsidRDefault="0003673B" w:rsidP="00AF49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подготовка ежеквартальных отчетов по освоению объемов в соответствии с Соглашением</w:t>
            </w:r>
          </w:p>
        </w:tc>
        <w:tc>
          <w:tcPr>
            <w:tcW w:w="1555" w:type="dxa"/>
          </w:tcPr>
          <w:p w:rsidR="0003673B" w:rsidRPr="00BA0E1F" w:rsidRDefault="0003673B" w:rsidP="003872E2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0E1F">
              <w:rPr>
                <w:rFonts w:ascii="Times New Roman" w:hAnsi="Times New Roman"/>
                <w:sz w:val="20"/>
                <w:szCs w:val="20"/>
              </w:rPr>
              <w:t xml:space="preserve">Ежеквартально </w:t>
            </w:r>
          </w:p>
          <w:p w:rsidR="0003673B" w:rsidRPr="00BA0E1F" w:rsidRDefault="0003673B" w:rsidP="003872E2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0E1F">
              <w:rPr>
                <w:rFonts w:ascii="Times New Roman" w:hAnsi="Times New Roman"/>
                <w:sz w:val="20"/>
                <w:szCs w:val="20"/>
              </w:rPr>
              <w:t>не позднее 3-го числа месяца, следующего за отчетным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Администрация Ганьковского сельского поселения</w:t>
            </w:r>
          </w:p>
        </w:tc>
        <w:tc>
          <w:tcPr>
            <w:tcW w:w="1870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Отчет по освоению объемов и целевых показателей по Соглашению с Комитетом Ленинградской области</w:t>
            </w:r>
          </w:p>
        </w:tc>
        <w:tc>
          <w:tcPr>
            <w:tcW w:w="1651" w:type="dxa"/>
          </w:tcPr>
          <w:p w:rsidR="0003673B" w:rsidRPr="008304A6" w:rsidRDefault="0003673B" w:rsidP="00F808F4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04A6">
              <w:rPr>
                <w:rFonts w:ascii="Times New Roman" w:hAnsi="Times New Roman"/>
                <w:sz w:val="20"/>
                <w:szCs w:val="20"/>
              </w:rPr>
              <w:t xml:space="preserve">Отчет </w:t>
            </w:r>
          </w:p>
          <w:p w:rsidR="0003673B" w:rsidRPr="008304A6" w:rsidRDefault="0003673B" w:rsidP="00F808F4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04A6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03673B" w:rsidRPr="008304A6" w:rsidRDefault="0003673B" w:rsidP="00F808F4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04A6">
              <w:rPr>
                <w:rFonts w:ascii="Times New Roman" w:hAnsi="Times New Roman"/>
                <w:sz w:val="20"/>
                <w:szCs w:val="20"/>
              </w:rPr>
              <w:t>1 квартал</w:t>
            </w:r>
          </w:p>
          <w:p w:rsidR="0003673B" w:rsidRPr="008304A6" w:rsidRDefault="0003673B" w:rsidP="00F808F4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04A6">
              <w:rPr>
                <w:rFonts w:ascii="Times New Roman" w:hAnsi="Times New Roman"/>
                <w:sz w:val="20"/>
                <w:szCs w:val="20"/>
              </w:rPr>
              <w:t>2017 года</w:t>
            </w:r>
          </w:p>
          <w:p w:rsidR="0003673B" w:rsidRPr="008304A6" w:rsidRDefault="0003673B" w:rsidP="00F80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673B" w:rsidRPr="00BA0E1F" w:rsidTr="00643147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Корректировка муниципальной программы и Соглашения по итогам проведения конкурсных процедур, предусмотренных законодательством</w:t>
            </w:r>
          </w:p>
        </w:tc>
        <w:tc>
          <w:tcPr>
            <w:tcW w:w="155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При корректировке местного бюджета</w:t>
            </w:r>
          </w:p>
        </w:tc>
        <w:tc>
          <w:tcPr>
            <w:tcW w:w="155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Администрация Ганьковского сельского поселения</w:t>
            </w:r>
          </w:p>
        </w:tc>
        <w:tc>
          <w:tcPr>
            <w:tcW w:w="1870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Приведение документации в соответствие с результатами конкурсных процедур</w:t>
            </w:r>
          </w:p>
        </w:tc>
        <w:tc>
          <w:tcPr>
            <w:tcW w:w="1651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03673B" w:rsidRPr="00BA0E1F" w:rsidRDefault="0003673B" w:rsidP="003872E2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03673B" w:rsidRPr="00BA0E1F" w:rsidRDefault="0003673B" w:rsidP="00A37D70">
      <w:pPr>
        <w:pStyle w:val="ConsPlusNonformat"/>
        <w:jc w:val="both"/>
        <w:rPr>
          <w:rFonts w:ascii="Times New Roman" w:hAnsi="Times New Roman" w:cs="Times New Roman"/>
        </w:rPr>
      </w:pPr>
    </w:p>
    <w:p w:rsidR="0003673B" w:rsidRDefault="0003673B" w:rsidP="00A37D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673B" w:rsidRDefault="0003673B" w:rsidP="00A37D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673B" w:rsidRPr="0047453B" w:rsidRDefault="0003673B" w:rsidP="00A37D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453B">
        <w:rPr>
          <w:rFonts w:ascii="Times New Roman" w:hAnsi="Times New Roman" w:cs="Times New Roman"/>
          <w:sz w:val="24"/>
          <w:szCs w:val="24"/>
        </w:rPr>
        <w:t>Глава администрации ________________ Н.С. Арыкова</w:t>
      </w:r>
    </w:p>
    <w:p w:rsidR="0003673B" w:rsidRDefault="0003673B" w:rsidP="00A37D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673B" w:rsidRPr="0047453B" w:rsidRDefault="0003673B" w:rsidP="00A37D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453B">
        <w:rPr>
          <w:rFonts w:ascii="Times New Roman" w:hAnsi="Times New Roman" w:cs="Times New Roman"/>
          <w:sz w:val="24"/>
          <w:szCs w:val="24"/>
        </w:rPr>
        <w:t>МП</w:t>
      </w:r>
    </w:p>
    <w:p w:rsidR="0003673B" w:rsidRPr="0047453B" w:rsidRDefault="0003673B" w:rsidP="00A37D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03673B" w:rsidRPr="0047453B" w:rsidSect="0047453B">
      <w:pgSz w:w="11905" w:h="16838"/>
      <w:pgMar w:top="709" w:right="685" w:bottom="1134" w:left="165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96019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DFC7A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5E0CD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A0A04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73492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8AC6D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34C1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8C48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E4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6A6E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665DA"/>
    <w:multiLevelType w:val="hybridMultilevel"/>
    <w:tmpl w:val="D71CFBE0"/>
    <w:lvl w:ilvl="0" w:tplc="1A6ACF9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rawingGridVerticalSpacing w:val="299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47EE"/>
    <w:rsid w:val="00011CE1"/>
    <w:rsid w:val="00013CDC"/>
    <w:rsid w:val="0003673B"/>
    <w:rsid w:val="00041E28"/>
    <w:rsid w:val="00086F06"/>
    <w:rsid w:val="000B0F45"/>
    <w:rsid w:val="000B7D73"/>
    <w:rsid w:val="000F12D3"/>
    <w:rsid w:val="001145F6"/>
    <w:rsid w:val="001218D5"/>
    <w:rsid w:val="00170F10"/>
    <w:rsid w:val="00176927"/>
    <w:rsid w:val="001A3A9E"/>
    <w:rsid w:val="001C37AB"/>
    <w:rsid w:val="001D0E27"/>
    <w:rsid w:val="00200ECD"/>
    <w:rsid w:val="00201428"/>
    <w:rsid w:val="002027CC"/>
    <w:rsid w:val="0022514B"/>
    <w:rsid w:val="00256573"/>
    <w:rsid w:val="00261482"/>
    <w:rsid w:val="00281A0F"/>
    <w:rsid w:val="0028573D"/>
    <w:rsid w:val="00286CF3"/>
    <w:rsid w:val="002956AD"/>
    <w:rsid w:val="003066F5"/>
    <w:rsid w:val="0034722E"/>
    <w:rsid w:val="003625DF"/>
    <w:rsid w:val="00370A19"/>
    <w:rsid w:val="003807FF"/>
    <w:rsid w:val="00385B9C"/>
    <w:rsid w:val="003872E2"/>
    <w:rsid w:val="003938FD"/>
    <w:rsid w:val="00431373"/>
    <w:rsid w:val="004425BB"/>
    <w:rsid w:val="0046513B"/>
    <w:rsid w:val="0047453B"/>
    <w:rsid w:val="004B3EE8"/>
    <w:rsid w:val="004D1C88"/>
    <w:rsid w:val="004D28BB"/>
    <w:rsid w:val="004F6109"/>
    <w:rsid w:val="005014C2"/>
    <w:rsid w:val="005017EF"/>
    <w:rsid w:val="00536115"/>
    <w:rsid w:val="005577ED"/>
    <w:rsid w:val="00581CE3"/>
    <w:rsid w:val="005D75EE"/>
    <w:rsid w:val="00602FA8"/>
    <w:rsid w:val="0061091D"/>
    <w:rsid w:val="00616975"/>
    <w:rsid w:val="00643147"/>
    <w:rsid w:val="006432D9"/>
    <w:rsid w:val="00675C52"/>
    <w:rsid w:val="00693673"/>
    <w:rsid w:val="006E0F14"/>
    <w:rsid w:val="00705A5C"/>
    <w:rsid w:val="00734B85"/>
    <w:rsid w:val="007605C4"/>
    <w:rsid w:val="00775BFD"/>
    <w:rsid w:val="007F2B3B"/>
    <w:rsid w:val="007F71E5"/>
    <w:rsid w:val="0081706B"/>
    <w:rsid w:val="00823646"/>
    <w:rsid w:val="008239B6"/>
    <w:rsid w:val="008304A6"/>
    <w:rsid w:val="008D0C6A"/>
    <w:rsid w:val="009136F6"/>
    <w:rsid w:val="0091719B"/>
    <w:rsid w:val="009E4830"/>
    <w:rsid w:val="009F0F50"/>
    <w:rsid w:val="00A33256"/>
    <w:rsid w:val="00A37D70"/>
    <w:rsid w:val="00A60D0C"/>
    <w:rsid w:val="00A83547"/>
    <w:rsid w:val="00AB26BA"/>
    <w:rsid w:val="00AC0030"/>
    <w:rsid w:val="00AF49D3"/>
    <w:rsid w:val="00AF6204"/>
    <w:rsid w:val="00BA0E1F"/>
    <w:rsid w:val="00BA2C98"/>
    <w:rsid w:val="00BB06CB"/>
    <w:rsid w:val="00BE04BC"/>
    <w:rsid w:val="00BF7276"/>
    <w:rsid w:val="00C03573"/>
    <w:rsid w:val="00C143B2"/>
    <w:rsid w:val="00C83220"/>
    <w:rsid w:val="00CA391F"/>
    <w:rsid w:val="00CB59EF"/>
    <w:rsid w:val="00CE3609"/>
    <w:rsid w:val="00CE7347"/>
    <w:rsid w:val="00D352EE"/>
    <w:rsid w:val="00D67A87"/>
    <w:rsid w:val="00D877F4"/>
    <w:rsid w:val="00D97AC6"/>
    <w:rsid w:val="00E04B97"/>
    <w:rsid w:val="00E1176A"/>
    <w:rsid w:val="00EB3987"/>
    <w:rsid w:val="00ED50D6"/>
    <w:rsid w:val="00F52772"/>
    <w:rsid w:val="00F547EE"/>
    <w:rsid w:val="00F6015B"/>
    <w:rsid w:val="00F70A9A"/>
    <w:rsid w:val="00F77559"/>
    <w:rsid w:val="00F80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7EE"/>
    <w:pPr>
      <w:spacing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locked/>
    <w:rsid w:val="0082364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color w:val="000080"/>
      <w:sz w:val="24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33256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Normal">
    <w:name w:val="ConsPlusNormal"/>
    <w:uiPriority w:val="99"/>
    <w:rsid w:val="00F547EE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F547E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547EE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014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1428"/>
    <w:rPr>
      <w:rFonts w:ascii="Segoe UI" w:hAnsi="Segoe UI" w:cs="Segoe UI"/>
      <w:sz w:val="18"/>
      <w:szCs w:val="18"/>
    </w:rPr>
  </w:style>
  <w:style w:type="character" w:customStyle="1" w:styleId="Heading1Char1">
    <w:name w:val="Heading 1 Char1"/>
    <w:link w:val="Heading1"/>
    <w:uiPriority w:val="99"/>
    <w:locked/>
    <w:rsid w:val="00823646"/>
    <w:rPr>
      <w:rFonts w:ascii="Arial" w:hAnsi="Arial"/>
      <w:b/>
      <w:color w:val="000080"/>
      <w:sz w:val="24"/>
      <w:lang w:val="ru-RU" w:eastAsia="ru-RU"/>
    </w:rPr>
  </w:style>
  <w:style w:type="paragraph" w:customStyle="1" w:styleId="1">
    <w:name w:val="Абзац списка1"/>
    <w:basedOn w:val="Normal"/>
    <w:uiPriority w:val="99"/>
    <w:rsid w:val="008304A6"/>
    <w:pPr>
      <w:spacing w:after="200"/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34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100</TotalTime>
  <Pages>4</Pages>
  <Words>1125</Words>
  <Characters>6419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№95/45</dc:title>
  <dc:subject/>
  <dc:creator>Xagen</dc:creator>
  <cp:keywords/>
  <dc:description/>
  <cp:lastModifiedBy>gan-5</cp:lastModifiedBy>
  <cp:revision>9</cp:revision>
  <cp:lastPrinted>2017-03-31T12:06:00Z</cp:lastPrinted>
  <dcterms:created xsi:type="dcterms:W3CDTF">2017-03-22T09:53:00Z</dcterms:created>
  <dcterms:modified xsi:type="dcterms:W3CDTF">2017-03-31T12:08:00Z</dcterms:modified>
</cp:coreProperties>
</file>